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1B39040F"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375583">
        <w:rPr>
          <w:rStyle w:val="Strong"/>
          <w:rFonts w:asciiTheme="minorHAnsi" w:hAnsiTheme="minorHAnsi" w:cstheme="minorHAnsi"/>
          <w:lang w:val="en-GB"/>
        </w:rPr>
        <w:t>25</w:t>
      </w:r>
      <w:r w:rsidRPr="00032400">
        <w:rPr>
          <w:rStyle w:val="Strong"/>
          <w:rFonts w:asciiTheme="minorHAnsi" w:hAnsiTheme="minorHAnsi" w:cstheme="minorHAnsi"/>
          <w:lang w:val="en-GB"/>
        </w:rPr>
        <w:t>-</w:t>
      </w:r>
      <w:r w:rsidR="00375583">
        <w:rPr>
          <w:rStyle w:val="Strong"/>
          <w:rFonts w:asciiTheme="minorHAnsi" w:hAnsiTheme="minorHAnsi" w:cstheme="minorHAnsi"/>
          <w:lang w:val="en-GB"/>
        </w:rPr>
        <w:t>G007</w:t>
      </w:r>
      <w:r w:rsidRPr="00032400">
        <w:rPr>
          <w:rStyle w:val="Strong"/>
          <w:rFonts w:asciiTheme="minorHAnsi" w:hAnsiTheme="minorHAnsi" w:cstheme="minorHAnsi"/>
          <w:lang w:val="en-GB"/>
        </w:rPr>
        <w:t>-</w:t>
      </w:r>
      <w:bookmarkEnd w:id="0"/>
      <w:bookmarkEnd w:id="1"/>
      <w:bookmarkEnd w:id="2"/>
      <w:bookmarkEnd w:id="3"/>
      <w:bookmarkEnd w:id="4"/>
      <w:r w:rsidR="00375583">
        <w:rPr>
          <w:rStyle w:val="Strong"/>
          <w:rFonts w:asciiTheme="minorHAnsi" w:hAnsiTheme="minorHAnsi" w:cstheme="minorHAnsi"/>
          <w:lang w:val="en-GB"/>
        </w:rPr>
        <w:t>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30B9AFDE"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00307103">
        <w:rPr>
          <w:rFonts w:ascii="Calibri" w:hAnsi="Calibri" w:cs="Calibri"/>
          <w:lang w:val="en-GB"/>
        </w:rPr>
        <w:t>Ministry of Finance and Economic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6C985FE6" w14:textId="77777777" w:rsidR="00A14087" w:rsidRDefault="00A14087" w:rsidP="00166C12">
      <w:pPr>
        <w:rPr>
          <w:lang w:val="en-GB"/>
        </w:rPr>
      </w:pPr>
    </w:p>
    <w:p w14:paraId="272B9501" w14:textId="569B2382" w:rsidR="00A14087" w:rsidRDefault="00A14087" w:rsidP="00166C12">
      <w:pPr>
        <w:rPr>
          <w:lang w:val="en-GB"/>
        </w:rPr>
      </w:pPr>
      <w:r>
        <w:rPr>
          <w:lang w:val="en-GB"/>
        </w:rPr>
        <w:t>To: Secretary, MFED</w:t>
      </w:r>
    </w:p>
    <w:p w14:paraId="6C02AC74" w14:textId="77777777" w:rsidR="00A14087" w:rsidRDefault="00A14087" w:rsidP="00166C12">
      <w:pPr>
        <w:rPr>
          <w:lang w:val="en-GB"/>
        </w:rPr>
      </w:pPr>
    </w:p>
    <w:p w14:paraId="10E87C20" w14:textId="141DF60A" w:rsidR="00A14087" w:rsidRDefault="00A14087" w:rsidP="00166C12">
      <w:pPr>
        <w:rPr>
          <w:lang w:val="en-GB"/>
        </w:rPr>
      </w:pPr>
      <w:r>
        <w:rPr>
          <w:lang w:val="en-GB"/>
        </w:rPr>
        <w:t>Attention: Central Procurement Unit</w:t>
      </w:r>
    </w:p>
    <w:p w14:paraId="7E48F857" w14:textId="77777777" w:rsidR="00A14087" w:rsidRDefault="00A14087" w:rsidP="00166C12">
      <w:pPr>
        <w:rPr>
          <w:lang w:val="en-GB"/>
        </w:rPr>
      </w:pPr>
    </w:p>
    <w:p w14:paraId="609BC576" w14:textId="505C0F19" w:rsidR="00A14087" w:rsidRPr="00B41F59" w:rsidRDefault="00A14087" w:rsidP="00166C12">
      <w:pPr>
        <w:rPr>
          <w:lang w:val="en-GB"/>
        </w:rPr>
      </w:pPr>
      <w:r>
        <w:rPr>
          <w:lang w:val="en-GB"/>
        </w:rPr>
        <w:t>Procurement No: 25-G007-24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4EB41F95"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9438F5">
        <w:rPr>
          <w:rFonts w:cs="Calibri"/>
          <w:sz w:val="24"/>
          <w:szCs w:val="24"/>
          <w:lang w:val="en-GB"/>
        </w:rPr>
        <w:t xml:space="preserve"> (signed)</w:t>
      </w:r>
    </w:p>
    <w:p w14:paraId="0AB5E48D" w14:textId="1F5943BF" w:rsidR="00B1172F" w:rsidRDefault="00B1172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(latest)</w:t>
      </w:r>
    </w:p>
    <w:p w14:paraId="1EF451E9" w14:textId="6C681D49" w:rsidR="00B1172F" w:rsidRDefault="00B1172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w:t>
      </w:r>
      <w:r w:rsidR="00BA3D69">
        <w:rPr>
          <w:rFonts w:cs="Calibri"/>
          <w:sz w:val="24"/>
          <w:szCs w:val="24"/>
          <w:lang w:val="en-GB"/>
        </w:rPr>
        <w:t>/Operational</w:t>
      </w:r>
      <w:r>
        <w:rPr>
          <w:rFonts w:cs="Calibri"/>
          <w:sz w:val="24"/>
          <w:szCs w:val="24"/>
          <w:lang w:val="en-GB"/>
        </w:rPr>
        <w:t xml:space="preserve"> License (valid) </w:t>
      </w:r>
    </w:p>
    <w:p w14:paraId="2A805052" w14:textId="0BDF9BE6" w:rsidR="00B1172F" w:rsidRPr="00032400" w:rsidRDefault="00B1172F"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w:t>
      </w:r>
      <w:r w:rsidR="0045225F">
        <w:rPr>
          <w:rFonts w:cs="Calibri"/>
          <w:sz w:val="24"/>
          <w:szCs w:val="24"/>
          <w:lang w:val="en-GB"/>
        </w:rPr>
        <w:t xml:space="preserve">updated </w:t>
      </w:r>
      <w:r>
        <w:rPr>
          <w:rFonts w:cs="Calibri"/>
          <w:sz w:val="24"/>
          <w:szCs w:val="24"/>
          <w:lang w:val="en-GB"/>
        </w:rPr>
        <w:t>certified)</w:t>
      </w:r>
      <w:r w:rsidR="0045225F">
        <w:rPr>
          <w:rFonts w:cs="Calibri"/>
          <w:sz w:val="24"/>
          <w:szCs w:val="24"/>
          <w:lang w:val="en-GB"/>
        </w:rPr>
        <w:t xml:space="preserve"> </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19688486"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ence to which of a</w:t>
      </w:r>
      <w:r w:rsidR="00BD0685">
        <w:rPr>
          <w:rFonts w:ascii="Calibri" w:eastAsia="Times New Roman" w:hAnsi="Calibri" w:cs="Calibri"/>
          <w:lang w:val="en-GB"/>
        </w:rPr>
        <w:t xml:space="preserve"> - g</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BED0B" w14:textId="77777777" w:rsidR="001821CF" w:rsidRDefault="001821CF">
      <w:r>
        <w:separator/>
      </w:r>
    </w:p>
  </w:endnote>
  <w:endnote w:type="continuationSeparator" w:id="0">
    <w:p w14:paraId="1971F938" w14:textId="77777777" w:rsidR="001821CF" w:rsidRDefault="001821CF">
      <w:r>
        <w:continuationSeparator/>
      </w:r>
    </w:p>
  </w:endnote>
  <w:endnote w:type="continuationNotice" w:id="1">
    <w:p w14:paraId="7A7FBB39" w14:textId="77777777" w:rsidR="001821CF" w:rsidRDefault="001821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A3D69" w:rsidRPr="00BA3D69">
      <w:rPr>
        <w:noProof/>
        <w:color w:val="17365D" w:themeColor="text2" w:themeShade="BF"/>
        <w:lang w:val="sv-SE"/>
      </w:rPr>
      <w:t>5</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A3D69" w:rsidRPr="00BA3D69">
      <w:rPr>
        <w:noProof/>
        <w:color w:val="17365D" w:themeColor="text2" w:themeShade="BF"/>
        <w:lang w:val="sv-SE"/>
      </w:rPr>
      <w:t>7</w:t>
    </w:r>
    <w:r>
      <w:rPr>
        <w:color w:val="17365D" w:themeColor="text2" w:themeShade="BF"/>
      </w:rPr>
      <w:fldChar w:fldCharType="end"/>
    </w:r>
  </w:p>
  <w:p w14:paraId="213B5D63" w14:textId="24887DC7" w:rsidR="00133D55" w:rsidRDefault="00133D55" w:rsidP="004878F3">
    <w:pPr>
      <w:pStyle w:val="Footer"/>
    </w:pPr>
    <w:r>
      <w:fldChar w:fldCharType="begin"/>
    </w:r>
    <w:r>
      <w:instrText xml:space="preserve"> DATE \@ "yyyy-MM-dd" </w:instrText>
    </w:r>
    <w:r>
      <w:fldChar w:fldCharType="separate"/>
    </w:r>
    <w:r w:rsidR="00D03416">
      <w:rPr>
        <w:noProof/>
      </w:rPr>
      <w:t>2024-09-20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17CC3" w14:textId="77777777" w:rsidR="001821CF" w:rsidRDefault="001821CF">
      <w:r>
        <w:separator/>
      </w:r>
    </w:p>
  </w:footnote>
  <w:footnote w:type="continuationSeparator" w:id="0">
    <w:p w14:paraId="6D4D75DF" w14:textId="77777777" w:rsidR="001821CF" w:rsidRDefault="001821CF">
      <w:r>
        <w:continuationSeparator/>
      </w:r>
    </w:p>
  </w:footnote>
  <w:footnote w:type="continuationNotice" w:id="1">
    <w:p w14:paraId="2BB523C4" w14:textId="77777777" w:rsidR="001821CF" w:rsidRDefault="001821CF"/>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A101A55"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375583">
      <w:rPr>
        <w:rFonts w:asciiTheme="minorHAnsi" w:hAnsiTheme="minorHAnsi" w:cstheme="minorHAnsi"/>
        <w:b/>
        <w:bCs/>
        <w:lang w:val="en-GB" w:eastAsia="ko-KR"/>
      </w:rPr>
      <w:t>25</w:t>
    </w:r>
    <w:r w:rsidR="0026593F" w:rsidRPr="009F4780">
      <w:rPr>
        <w:rStyle w:val="Strong"/>
        <w:rFonts w:asciiTheme="minorHAnsi" w:hAnsiTheme="minorHAnsi" w:cstheme="minorHAnsi"/>
        <w:lang w:val="en-GB"/>
      </w:rPr>
      <w:t>-</w:t>
    </w:r>
    <w:r w:rsidR="00375583">
      <w:rPr>
        <w:rStyle w:val="Strong"/>
        <w:rFonts w:asciiTheme="minorHAnsi" w:hAnsiTheme="minorHAnsi" w:cstheme="minorHAnsi"/>
        <w:lang w:val="en-GB"/>
      </w:rPr>
      <w:t>G007</w:t>
    </w:r>
    <w:r w:rsidR="0026593F" w:rsidRPr="009F4780">
      <w:rPr>
        <w:rStyle w:val="Strong"/>
        <w:rFonts w:asciiTheme="minorHAnsi" w:hAnsiTheme="minorHAnsi" w:cstheme="minorHAnsi"/>
        <w:lang w:val="en-GB"/>
      </w:rPr>
      <w:t>-</w:t>
    </w:r>
    <w:r w:rsidR="00375583">
      <w:rPr>
        <w:rStyle w:val="Strong"/>
        <w:rFonts w:asciiTheme="minorHAnsi" w:hAnsiTheme="minorHAnsi" w:cstheme="minorHAnsi"/>
        <w:lang w:val="en-GB"/>
      </w:rPr>
      <w:t>24</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5697719">
    <w:abstractNumId w:val="1"/>
  </w:num>
  <w:num w:numId="2" w16cid:durableId="353582194">
    <w:abstractNumId w:val="12"/>
  </w:num>
  <w:num w:numId="3" w16cid:durableId="2021542832">
    <w:abstractNumId w:val="13"/>
  </w:num>
  <w:num w:numId="4" w16cid:durableId="1876695968">
    <w:abstractNumId w:val="7"/>
  </w:num>
  <w:num w:numId="5" w16cid:durableId="1850751287">
    <w:abstractNumId w:val="6"/>
  </w:num>
  <w:num w:numId="6" w16cid:durableId="414015142">
    <w:abstractNumId w:val="9"/>
  </w:num>
  <w:num w:numId="7" w16cid:durableId="862986356">
    <w:abstractNumId w:val="8"/>
  </w:num>
  <w:num w:numId="8" w16cid:durableId="591399971">
    <w:abstractNumId w:val="11"/>
  </w:num>
  <w:num w:numId="9" w16cid:durableId="309749307">
    <w:abstractNumId w:val="0"/>
  </w:num>
  <w:num w:numId="10" w16cid:durableId="1435711065">
    <w:abstractNumId w:val="10"/>
  </w:num>
  <w:num w:numId="11" w16cid:durableId="1823156561">
    <w:abstractNumId w:val="4"/>
  </w:num>
  <w:num w:numId="12" w16cid:durableId="1787233152">
    <w:abstractNumId w:val="3"/>
  </w:num>
  <w:num w:numId="13" w16cid:durableId="766074140">
    <w:abstractNumId w:val="5"/>
  </w:num>
  <w:num w:numId="14" w16cid:durableId="134285307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0B9"/>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1CF"/>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103"/>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75583"/>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25F"/>
    <w:rsid w:val="004529C1"/>
    <w:rsid w:val="0045354A"/>
    <w:rsid w:val="0045424C"/>
    <w:rsid w:val="00455469"/>
    <w:rsid w:val="0045572C"/>
    <w:rsid w:val="00455B76"/>
    <w:rsid w:val="00456110"/>
    <w:rsid w:val="00456AF9"/>
    <w:rsid w:val="00457850"/>
    <w:rsid w:val="0046025C"/>
    <w:rsid w:val="00461005"/>
    <w:rsid w:val="0046185A"/>
    <w:rsid w:val="0046315B"/>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3DF9"/>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653"/>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ABF"/>
    <w:rsid w:val="007C4FED"/>
    <w:rsid w:val="007C520A"/>
    <w:rsid w:val="007C5C8F"/>
    <w:rsid w:val="007C7ACF"/>
    <w:rsid w:val="007D2C9D"/>
    <w:rsid w:val="007D332C"/>
    <w:rsid w:val="007D3CFD"/>
    <w:rsid w:val="007D66DF"/>
    <w:rsid w:val="007D6BB3"/>
    <w:rsid w:val="007D7AF7"/>
    <w:rsid w:val="007E0244"/>
    <w:rsid w:val="007E0FBE"/>
    <w:rsid w:val="007E2C32"/>
    <w:rsid w:val="007E2F1D"/>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1D7E"/>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38F5"/>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087"/>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492D"/>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CE2"/>
    <w:rsid w:val="00B07DEB"/>
    <w:rsid w:val="00B107DA"/>
    <w:rsid w:val="00B1143B"/>
    <w:rsid w:val="00B1172F"/>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3D69"/>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685"/>
    <w:rsid w:val="00BD0C4F"/>
    <w:rsid w:val="00BD1C6C"/>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3416"/>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5B85"/>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2EF9"/>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4738"/>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1A80"/>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625B9831-4124-47D1-9166-8267F42E4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12FDDA8-2A0B-4584-9FC6-465EFA9E461A}">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12</TotalTime>
  <Pages>7</Pages>
  <Words>1791</Words>
  <Characters>10213</Characters>
  <Application>Microsoft Office Word</Application>
  <DocSecurity>0</DocSecurity>
  <Lines>85</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11981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15</cp:revision>
  <cp:lastPrinted>2013-10-18T08:32:00Z</cp:lastPrinted>
  <dcterms:created xsi:type="dcterms:W3CDTF">2020-12-01T12:58:00Z</dcterms:created>
  <dcterms:modified xsi:type="dcterms:W3CDTF">2024-09-20T02:20:00Z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